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FF4DE9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>.</w:t>
      </w:r>
    </w:p>
    <w:p w:rsidR="00FF4DE9" w:rsidRDefault="00FF4DE9" w:rsidP="008C5A75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een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driehoekige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vormgeving</w:t>
      </w:r>
      <w:proofErr w:type="spellEnd"/>
      <w:r w:rsidR="00F92032">
        <w:rPr>
          <w:lang w:val="fr-BE"/>
        </w:rPr>
        <w:t xml:space="preserve"> met</w:t>
      </w:r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</w:t>
      </w:r>
      <w:r w:rsidR="00F92032">
        <w:rPr>
          <w:lang w:val="fr-BE"/>
        </w:rPr>
        <w:t xml:space="preserve">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</w:t>
      </w:r>
      <w:r w:rsidR="007A6F8A">
        <w:rPr>
          <w:lang w:val="fr-BE"/>
        </w:rPr>
        <w:t>t</w:t>
      </w:r>
      <w:r>
        <w:rPr>
          <w:lang w:val="fr-BE"/>
        </w:rPr>
        <w:t>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 w:rsidR="00D73CA5"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 xml:space="preserve">Afvoer naar achter </w:t>
      </w:r>
    </w:p>
    <w:p w:rsidR="00D54536" w:rsidRDefault="0068503D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60627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7A6F8A" w:rsidP="007A6F8A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9C39D4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60627F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E089CE" wp14:editId="76E50CAC">
            <wp:extent cx="4391025" cy="445730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9126" cy="446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C39D4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70DB42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9F63A7-CDE7-43B8-B4BD-A2C00EA17397}"/>
</file>

<file path=customXml/itemProps2.xml><?xml version="1.0" encoding="utf-8"?>
<ds:datastoreItem xmlns:ds="http://schemas.openxmlformats.org/officeDocument/2006/customXml" ds:itemID="{37E91D8D-16A3-466B-95C4-B8593312CC7F}"/>
</file>

<file path=customXml/itemProps3.xml><?xml version="1.0" encoding="utf-8"?>
<ds:datastoreItem xmlns:ds="http://schemas.openxmlformats.org/officeDocument/2006/customXml" ds:itemID="{BCF34CAF-B2B5-4412-8530-E7788F72945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43</TotalTime>
  <Pages>2</Pages>
  <Words>129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21</cp:revision>
  <cp:lastPrinted>2011-12-15T11:14:00Z</cp:lastPrinted>
  <dcterms:created xsi:type="dcterms:W3CDTF">2020-04-08T13:29:00Z</dcterms:created>
  <dcterms:modified xsi:type="dcterms:W3CDTF">2020-05-07T12:40:00Z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438800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